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7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21.12.2017 № 52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2019-2020 годы </w:t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tbl>
      <w:tblPr>
        <w:jc w:val="left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</w:tblBorders>
        <w:tblInd w:type="dxa" w:w="-30"/>
      </w:tblPr>
      <w:tblGrid>
        <w:gridCol w:w="7409"/>
        <w:gridCol w:w="1798"/>
        <w:gridCol w:w="895"/>
        <w:gridCol w:w="2240"/>
        <w:gridCol w:w="2163"/>
      </w:tblGrid>
      <w:tr>
        <w:trPr>
          <w:tblHeader w:val="true"/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2019 год, руб.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>
        <w:trPr>
          <w:trHeight w:hRule="atLeast" w:val="1219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2342136,57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2221136,57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2341136,57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2220136,57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>
        <w:trPr>
          <w:trHeight w:hRule="atLeast" w:val="1483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625585,00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1715551,57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1594551,57</w:t>
            </w:r>
          </w:p>
        </w:tc>
      </w:tr>
      <w:tr>
        <w:trPr>
          <w:trHeight w:hRule="atLeast" w:val="169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1406205,57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1406205,57</w:t>
            </w:r>
          </w:p>
        </w:tc>
      </w:tr>
      <w:tr>
        <w:trPr>
          <w:trHeight w:hRule="atLeast" w:val="99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285443,00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164443,00</w:t>
            </w:r>
          </w:p>
        </w:tc>
      </w:tr>
      <w:tr>
        <w:trPr>
          <w:trHeight w:hRule="atLeast" w:val="701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23403,00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23403,00</w:t>
            </w:r>
          </w:p>
        </w:tc>
      </w:tr>
      <w:tr>
        <w:trPr>
          <w:trHeight w:hRule="atLeast" w:val="1248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593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349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56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58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>
        <w:trPr>
          <w:trHeight w:hRule="atLeast" w:val="771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2307587,43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2245587,43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2143145,43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2081145,43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2143145,43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2081145,43</w:t>
            </w:r>
          </w:p>
        </w:tc>
      </w:tr>
      <w:tr>
        <w:trPr>
          <w:trHeight w:hRule="atLeast" w:val="1529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1760206,00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1760206,00</w:t>
            </w:r>
          </w:p>
        </w:tc>
      </w:tr>
      <w:tr>
        <w:trPr>
          <w:trHeight w:hRule="atLeast" w:val="1019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216339,43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156339,43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144600,00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144600,00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164442,00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164442,00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164442,00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164442,00</w:t>
            </w:r>
          </w:p>
        </w:tc>
      </w:tr>
      <w:tr>
        <w:trPr>
          <w:trHeight w:hRule="atLeast" w:val="1529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Исполенеие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164442,00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164442,00</w:t>
            </w:r>
          </w:p>
        </w:tc>
      </w:tr>
      <w:tr>
        <w:trPr>
          <w:trHeight w:hRule="atLeast" w:val="105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30000,00</w:t>
            </w:r>
          </w:p>
        </w:tc>
      </w:tr>
      <w:tr>
        <w:trPr>
          <w:trHeight w:hRule="atLeast" w:val="698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30000,00</w:t>
            </w:r>
          </w:p>
        </w:tc>
      </w:tr>
      <w:tr>
        <w:trPr>
          <w:trHeight w:hRule="atLeast" w:val="703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30000,00</w:t>
            </w:r>
          </w:p>
        </w:tc>
      </w:tr>
      <w:tr>
        <w:trPr>
          <w:trHeight w:hRule="atLeast" w:val="709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30000,00</w:t>
            </w:r>
          </w:p>
        </w:tc>
      </w:tr>
      <w:tr>
        <w:trPr>
          <w:trHeight w:hRule="atLeast" w:val="702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120000,00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120000,00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по благоустройству населенных пунктов»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120000,00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</w:tr>
      <w:tr>
        <w:trPr>
          <w:trHeight w:hRule="atLeast" w:val="99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80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27558,00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22558,00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24558,00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22558,00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и местными праздниками, юбилейными и памятными датами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4090020190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спортивных мероприятий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4090020210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2558,00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2558,00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61200,00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63400,00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61200,00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63400,00</w:t>
            </w:r>
          </w:p>
        </w:tc>
      </w:tr>
      <w:tr>
        <w:trPr>
          <w:trHeight w:hRule="atLeast" w:val="1598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349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131,04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211,46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131,04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211,46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131,04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211,46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1020169,36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1020169,36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1020169,36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1020169,36</w:t>
            </w:r>
          </w:p>
        </w:tc>
      </w:tr>
      <w:tr>
        <w:trPr>
          <w:trHeight w:hRule="atLeast" w:val="100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645000,00</w:t>
            </w:r>
          </w:p>
        </w:tc>
      </w:tr>
      <w:tr>
        <w:trPr>
          <w:trHeight w:hRule="atLeast" w:val="100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136519,36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136519,36</w:t>
            </w:r>
          </w:p>
        </w:tc>
      </w:tr>
      <w:tr>
        <w:trPr>
          <w:trHeight w:hRule="atLeast" w:val="1018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138000,00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138000,00</w:t>
            </w:r>
          </w:p>
        </w:tc>
      </w:tr>
      <w:tr>
        <w:trPr>
          <w:trHeight w:hRule="atLeast" w:val="1018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100650,00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40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righ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8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2240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5 939 382,40</w:t>
            </w:r>
          </w:p>
        </w:tc>
        <w:tc>
          <w:tcPr>
            <w:tcW w:type="dxa" w:w="216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5 723 662,82</w:t>
            </w:r>
          </w:p>
        </w:tc>
      </w:tr>
    </w:tbl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widowControl/>
        <w:spacing w:after="200" w:before="0" w:line="276" w:lineRule="auto"/>
      </w:pPr>
      <w:r>
        <w:rPr/>
      </w:r>
    </w:p>
    <w:sectPr>
      <w:type w:val="nextPage"/>
      <w:pgSz w:h="11906" w:orient="landscape" w:w="16838"/>
      <w:pgMar w:bottom="851" w:footer="0" w:gutter="0" w:header="0" w:left="1134" w:right="1134" w:top="1701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2017-10-30T10:50:00.00Z</dcterms:created>
  <dc:creator>user48n5</dc:creator>
  <cp:lastModifiedBy>user51n1</cp:lastModifiedBy>
  <dcterms:modified xsi:type="dcterms:W3CDTF">2017-11-14T11:17:00.00Z</dcterms:modified>
  <cp:revision>6</cp:revision>
</cp:coreProperties>
</file>